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CE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AD9A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158EA4" w14:textId="0D04719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7508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D964EC9" w14:textId="67CF65AF" w:rsidR="00445970" w:rsidRPr="00EA4832" w:rsidRDefault="00445970" w:rsidP="008750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75083">
        <w:rPr>
          <w:rFonts w:ascii="Corbel" w:hAnsi="Corbel"/>
          <w:sz w:val="20"/>
          <w:szCs w:val="20"/>
        </w:rPr>
        <w:t>202</w:t>
      </w:r>
      <w:r w:rsidR="004F6E0F">
        <w:rPr>
          <w:rFonts w:ascii="Corbel" w:hAnsi="Corbel"/>
          <w:sz w:val="20"/>
          <w:szCs w:val="20"/>
        </w:rPr>
        <w:t>2</w:t>
      </w:r>
      <w:r w:rsidR="00875083">
        <w:rPr>
          <w:rFonts w:ascii="Corbel" w:hAnsi="Corbel"/>
          <w:sz w:val="20"/>
          <w:szCs w:val="20"/>
        </w:rPr>
        <w:t>/202</w:t>
      </w:r>
      <w:r w:rsidR="004F6E0F">
        <w:rPr>
          <w:rFonts w:ascii="Corbel" w:hAnsi="Corbel"/>
          <w:sz w:val="20"/>
          <w:szCs w:val="20"/>
        </w:rPr>
        <w:t>3</w:t>
      </w:r>
    </w:p>
    <w:p w14:paraId="0A5970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665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0C74C" w14:textId="77777777" w:rsidTr="00B819C8">
        <w:tc>
          <w:tcPr>
            <w:tcW w:w="2694" w:type="dxa"/>
            <w:vAlign w:val="center"/>
          </w:tcPr>
          <w:p w14:paraId="3BA5BA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DFAB70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Nowoczesne systemy motywowania</w:t>
            </w:r>
          </w:p>
        </w:tc>
      </w:tr>
      <w:tr w:rsidR="0085747A" w:rsidRPr="009C54AE" w14:paraId="6F5B9AD9" w14:textId="77777777" w:rsidTr="00B819C8">
        <w:tc>
          <w:tcPr>
            <w:tcW w:w="2694" w:type="dxa"/>
            <w:vAlign w:val="center"/>
          </w:tcPr>
          <w:p w14:paraId="58AA7F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F4047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E/I/EUB/C-1.7b</w:t>
            </w:r>
          </w:p>
        </w:tc>
      </w:tr>
      <w:tr w:rsidR="0085747A" w:rsidRPr="009C54AE" w14:paraId="52446A52" w14:textId="77777777" w:rsidTr="00B819C8">
        <w:tc>
          <w:tcPr>
            <w:tcW w:w="2694" w:type="dxa"/>
            <w:vAlign w:val="center"/>
          </w:tcPr>
          <w:p w14:paraId="285066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262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E7C33" w14:textId="77777777" w:rsidTr="00B819C8">
        <w:tc>
          <w:tcPr>
            <w:tcW w:w="2694" w:type="dxa"/>
            <w:vAlign w:val="center"/>
          </w:tcPr>
          <w:p w14:paraId="25AFB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6E80C2" w14:textId="7FFE2D2C" w:rsidR="0085747A" w:rsidRPr="009C54AE" w:rsidRDefault="008A53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D4A0C2B" w14:textId="77777777" w:rsidTr="00B819C8">
        <w:tc>
          <w:tcPr>
            <w:tcW w:w="2694" w:type="dxa"/>
            <w:vAlign w:val="center"/>
          </w:tcPr>
          <w:p w14:paraId="48FF9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1E164C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C46CC6" w14:textId="77777777" w:rsidTr="00B819C8">
        <w:tc>
          <w:tcPr>
            <w:tcW w:w="2694" w:type="dxa"/>
            <w:vAlign w:val="center"/>
          </w:tcPr>
          <w:p w14:paraId="4CC1AE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3F203C" w14:textId="1F1C55DD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9A7C62" w14:textId="77777777" w:rsidTr="00B819C8">
        <w:tc>
          <w:tcPr>
            <w:tcW w:w="2694" w:type="dxa"/>
            <w:vAlign w:val="center"/>
          </w:tcPr>
          <w:p w14:paraId="3F8D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4D8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2550C4" w14:textId="77777777" w:rsidTr="00B819C8">
        <w:tc>
          <w:tcPr>
            <w:tcW w:w="2694" w:type="dxa"/>
            <w:vAlign w:val="center"/>
          </w:tcPr>
          <w:p w14:paraId="22A29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88579" w14:textId="7A6216A4" w:rsidR="0085747A" w:rsidRPr="00C067B2" w:rsidRDefault="00C067B2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067B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3D7B654" w14:textId="77777777" w:rsidTr="00B819C8">
        <w:tc>
          <w:tcPr>
            <w:tcW w:w="2694" w:type="dxa"/>
            <w:vAlign w:val="center"/>
          </w:tcPr>
          <w:p w14:paraId="209858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986141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25105B" w14:textId="77777777" w:rsidTr="00B819C8">
        <w:tc>
          <w:tcPr>
            <w:tcW w:w="2694" w:type="dxa"/>
            <w:vAlign w:val="center"/>
          </w:tcPr>
          <w:p w14:paraId="657AA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1DB7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33497B" w14:textId="77777777" w:rsidTr="00B819C8">
        <w:tc>
          <w:tcPr>
            <w:tcW w:w="2694" w:type="dxa"/>
            <w:vAlign w:val="center"/>
          </w:tcPr>
          <w:p w14:paraId="39F13B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73C40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C14417" w14:textId="77777777" w:rsidTr="00B819C8">
        <w:tc>
          <w:tcPr>
            <w:tcW w:w="2694" w:type="dxa"/>
            <w:vAlign w:val="center"/>
          </w:tcPr>
          <w:p w14:paraId="1496DBE9" w14:textId="77777777" w:rsidR="0085747A" w:rsidRPr="009C54AE" w:rsidRDefault="00C42F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F4685" w14:textId="77777777" w:rsidR="0085747A" w:rsidRPr="009C54AE" w:rsidRDefault="00C42FC0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1DF619DC" w14:textId="77777777" w:rsidTr="00B819C8">
        <w:tc>
          <w:tcPr>
            <w:tcW w:w="2694" w:type="dxa"/>
            <w:vAlign w:val="center"/>
          </w:tcPr>
          <w:p w14:paraId="345E16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769E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054AD216" w14:textId="1A7CD5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F6E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48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5E9D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4E2A05" w14:textId="77777777" w:rsidTr="004F6E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7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74A9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D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9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8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F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5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F7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2E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0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320C51" w14:textId="77777777" w:rsidTr="004F6E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54A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8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312" w14:textId="26BC5D9D" w:rsidR="00015B8F" w:rsidRPr="009C54AE" w:rsidRDefault="00C067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8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A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E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E80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4D3C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275AD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272E7" w14:textId="77777777" w:rsidR="00F80402" w:rsidRPr="000F6613" w:rsidRDefault="00F80402" w:rsidP="00F804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F6613">
        <w:rPr>
          <w:rStyle w:val="normaltextrun"/>
          <w:rFonts w:ascii="Corbel" w:hAnsi="Corbel" w:cs="Segoe UI"/>
        </w:rPr>
        <w:sym w:font="Wingdings" w:char="F0FE"/>
      </w:r>
      <w:r w:rsidRPr="000F6613">
        <w:rPr>
          <w:rStyle w:val="normaltextrun"/>
          <w:rFonts w:ascii="Corbel" w:hAnsi="Corbel" w:cs="Segoe UI"/>
        </w:rPr>
        <w:t> </w:t>
      </w:r>
      <w:r w:rsidRPr="000F6613">
        <w:rPr>
          <w:rFonts w:ascii="Corbel" w:hAnsi="Corbel"/>
        </w:rPr>
        <w:t>zajęcia w formie tradycyjnej (lub zdalnie z wykorzystaniem platformy Ms </w:t>
      </w:r>
      <w:r w:rsidRPr="000F6613">
        <w:rPr>
          <w:rStyle w:val="spellingerror"/>
          <w:rFonts w:ascii="Corbel" w:hAnsi="Corbel"/>
        </w:rPr>
        <w:t>Teams)</w:t>
      </w:r>
      <w:r w:rsidRPr="000F661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7EEA9A" w14:textId="77777777" w:rsidR="00F80402" w:rsidRDefault="00F80402" w:rsidP="00F8040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72D21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7277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7458C" w14:textId="0666B5B3" w:rsidR="009C54AE" w:rsidRPr="00004E4F" w:rsidRDefault="007E2B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  <w:r w:rsidR="00004E4F" w:rsidRPr="00004E4F">
        <w:rPr>
          <w:rFonts w:ascii="Corbel" w:hAnsi="Corbel"/>
          <w:b w:val="0"/>
          <w:smallCaps w:val="0"/>
          <w:szCs w:val="24"/>
        </w:rPr>
        <w:t>zaliczenie z oceną</w:t>
      </w:r>
    </w:p>
    <w:p w14:paraId="7F13C4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74CE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FC5748" w14:textId="77777777" w:rsidTr="18BEE149">
        <w:tc>
          <w:tcPr>
            <w:tcW w:w="9670" w:type="dxa"/>
          </w:tcPr>
          <w:p w14:paraId="001CE150" w14:textId="14487700" w:rsidR="0085747A" w:rsidRPr="009C54AE" w:rsidRDefault="007E2BE3" w:rsidP="18BEE1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przedmiotów:</w:t>
            </w:r>
            <w:r w:rsidR="47430F61"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Zarządzanie oraz P</w:t>
            </w: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odstawy wiedzy o przedsiębiorstwie.</w:t>
            </w:r>
          </w:p>
        </w:tc>
      </w:tr>
    </w:tbl>
    <w:p w14:paraId="61AD5F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2AA5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0EEA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83A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2F8DAE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E2BE3" w:rsidRPr="009C54AE" w14:paraId="09133BF1" w14:textId="77777777" w:rsidTr="00720EE7">
        <w:tc>
          <w:tcPr>
            <w:tcW w:w="851" w:type="dxa"/>
            <w:vAlign w:val="center"/>
          </w:tcPr>
          <w:p w14:paraId="305B4B11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5B9295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kształtowania skutecznego systemu motywowania we współczesnej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z klasycznymi oraz współczesnymi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koncepcjami motywacji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zaprezentowanie uwarunkowań procesu motywowania pracowników</w:t>
            </w:r>
          </w:p>
        </w:tc>
      </w:tr>
      <w:tr w:rsidR="007E2BE3" w:rsidRPr="009C54AE" w14:paraId="777BAE30" w14:textId="77777777" w:rsidTr="00720EE7">
        <w:tc>
          <w:tcPr>
            <w:tcW w:w="851" w:type="dxa"/>
            <w:vAlign w:val="center"/>
          </w:tcPr>
          <w:p w14:paraId="41EF4FE9" w14:textId="77777777" w:rsidR="007E2BE3" w:rsidRPr="009C54AE" w:rsidRDefault="007E2BE3" w:rsidP="00720E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982CD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rzedstawienie zasad skutecznego stosowania poszczególnych środków motywowania, adekwatnych do warunków funkcjonowania współczesnego przedsiębiorstwa oraz potrzeb pracowników</w:t>
            </w:r>
          </w:p>
        </w:tc>
      </w:tr>
      <w:tr w:rsidR="007E2BE3" w:rsidRPr="009C54AE" w14:paraId="5B50C7A6" w14:textId="77777777" w:rsidTr="00720EE7">
        <w:tc>
          <w:tcPr>
            <w:tcW w:w="851" w:type="dxa"/>
            <w:vAlign w:val="center"/>
          </w:tcPr>
          <w:p w14:paraId="5ED65EB9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FCBFA3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ykształcenie umiejętności doboru środków motywowania odpowiednich do sytuacji zaist</w:t>
            </w:r>
            <w:r>
              <w:rPr>
                <w:rFonts w:ascii="Corbel" w:hAnsi="Corbel"/>
                <w:b w:val="0"/>
                <w:sz w:val="24"/>
                <w:szCs w:val="24"/>
              </w:rPr>
              <w:t>niałej w praktyce gospodarczej</w:t>
            </w:r>
          </w:p>
        </w:tc>
      </w:tr>
    </w:tbl>
    <w:p w14:paraId="450819AD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p w14:paraId="62CDC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53D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8714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55341" w:rsidRPr="009C54AE" w14:paraId="41BF6322" w14:textId="77777777" w:rsidTr="18BEE149">
        <w:tc>
          <w:tcPr>
            <w:tcW w:w="1679" w:type="dxa"/>
            <w:vAlign w:val="center"/>
          </w:tcPr>
          <w:p w14:paraId="7D38E802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B2980B4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vAlign w:val="center"/>
          </w:tcPr>
          <w:p w14:paraId="523B2320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5341" w:rsidRPr="009C54AE" w14:paraId="7EDB35D8" w14:textId="77777777" w:rsidTr="18BEE149">
        <w:tc>
          <w:tcPr>
            <w:tcW w:w="1679" w:type="dxa"/>
          </w:tcPr>
          <w:p w14:paraId="664AE764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9BD193" w14:textId="5C9180E3" w:rsidR="00055341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Zna podstawowe pojęcia </w:t>
            </w:r>
            <w:r w:rsidR="00004E4F" w:rsidRPr="18BEE149">
              <w:rPr>
                <w:rFonts w:ascii="Corbel" w:hAnsi="Corbel"/>
                <w:sz w:val="24"/>
                <w:szCs w:val="24"/>
              </w:rPr>
              <w:t>dotyczące istoty motywowania, systemów motywowania pracowników</w:t>
            </w:r>
            <w:r w:rsidR="2EA3D66C" w:rsidRPr="18BEE149">
              <w:rPr>
                <w:rFonts w:ascii="Corbel" w:hAnsi="Corbel"/>
                <w:sz w:val="24"/>
                <w:szCs w:val="24"/>
              </w:rPr>
              <w:t xml:space="preserve"> oraz metody</w:t>
            </w:r>
            <w:r w:rsidR="3CEBA085" w:rsidRPr="18BEE149">
              <w:rPr>
                <w:rFonts w:ascii="Corbel" w:hAnsi="Corbel"/>
                <w:sz w:val="24"/>
                <w:szCs w:val="24"/>
              </w:rPr>
              <w:t xml:space="preserve"> realizacji badań</w:t>
            </w:r>
            <w:r w:rsidR="4B53DEE9" w:rsidRPr="18BEE149">
              <w:rPr>
                <w:rFonts w:ascii="Corbel" w:hAnsi="Corbel"/>
                <w:sz w:val="24"/>
                <w:szCs w:val="24"/>
              </w:rPr>
              <w:t xml:space="preserve"> dotyczących systemów motywowania pracowników</w:t>
            </w:r>
            <w:r w:rsidR="3182E0EE" w:rsidRPr="18BEE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C3E3F9" w14:textId="77777777" w:rsidR="00055341" w:rsidRPr="00317416" w:rsidRDefault="0005534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K_W01</w:t>
            </w:r>
          </w:p>
          <w:p w14:paraId="0C0D8CB2" w14:textId="77777777" w:rsidR="00055341" w:rsidRPr="00317416" w:rsidRDefault="00680767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055341" w:rsidRPr="009C54AE" w14:paraId="6CDC105B" w14:textId="77777777" w:rsidTr="18BEE149">
        <w:tc>
          <w:tcPr>
            <w:tcW w:w="1679" w:type="dxa"/>
          </w:tcPr>
          <w:p w14:paraId="3AAD8D9D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1E9A7A" w14:textId="0250384D" w:rsidR="00004E4F" w:rsidRPr="00317416" w:rsidRDefault="00680767" w:rsidP="00004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680767">
              <w:rPr>
                <w:rFonts w:ascii="Corbel" w:hAnsi="Corbel"/>
                <w:sz w:val="24"/>
                <w:szCs w:val="24"/>
              </w:rPr>
              <w:t xml:space="preserve">analizować </w:t>
            </w:r>
            <w:r w:rsidR="00004E4F">
              <w:rPr>
                <w:rFonts w:ascii="Corbel" w:hAnsi="Corbel"/>
                <w:sz w:val="24"/>
                <w:szCs w:val="24"/>
              </w:rPr>
              <w:t xml:space="preserve">zachowania pracowników w kontekście różnych form motywowania oraz oceniać ich przyczyny i przebieg </w:t>
            </w:r>
          </w:p>
          <w:p w14:paraId="4418F703" w14:textId="717D673D" w:rsidR="00680767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CC90CE1" w14:textId="77777777" w:rsidR="00680767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FFBE9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93FC986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2300A2" w14:textId="77777777" w:rsidR="00055341" w:rsidRPr="00317416" w:rsidRDefault="00055341" w:rsidP="006807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2B67DC" w14:textId="77777777" w:rsidTr="18BEE149">
        <w:tc>
          <w:tcPr>
            <w:tcW w:w="1679" w:type="dxa"/>
          </w:tcPr>
          <w:p w14:paraId="516C542A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3E5B8AF" w14:textId="2AE189E4" w:rsidR="00055341" w:rsidRPr="00317416" w:rsidRDefault="5994A719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Stosuje poznane rozwiązania </w:t>
            </w:r>
            <w:r w:rsidR="12C849F1" w:rsidRPr="18BEE149">
              <w:rPr>
                <w:rFonts w:ascii="Corbel" w:hAnsi="Corbel"/>
                <w:sz w:val="24"/>
                <w:szCs w:val="24"/>
              </w:rPr>
              <w:t xml:space="preserve">do 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analizy badań z zakresu systemów motywowania w przedsiębiorstwie. </w:t>
            </w:r>
            <w:r w:rsidR="4563418D" w:rsidRPr="18BEE149">
              <w:rPr>
                <w:rFonts w:ascii="Corbel" w:hAnsi="Corbel"/>
                <w:sz w:val="24"/>
                <w:szCs w:val="24"/>
              </w:rPr>
              <w:t>Ocenia zastosowane rozwiązania, p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>oszukuje optymalnych rozwiązań</w:t>
            </w:r>
            <w:r w:rsidR="25B6E80C" w:rsidRPr="18BEE149">
              <w:rPr>
                <w:rFonts w:ascii="Corbel" w:hAnsi="Corbel"/>
                <w:sz w:val="24"/>
                <w:szCs w:val="24"/>
              </w:rPr>
              <w:t xml:space="preserve"> dotyczących oddziaływania na działania pracowników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521B04DD" w:rsidRPr="18BEE149">
              <w:rPr>
                <w:rFonts w:ascii="Corbel" w:hAnsi="Corbel"/>
                <w:sz w:val="24"/>
                <w:szCs w:val="24"/>
              </w:rPr>
              <w:t>oraz</w:t>
            </w:r>
            <w:r w:rsidR="6FB1CD17" w:rsidRPr="18BEE149">
              <w:rPr>
                <w:rFonts w:ascii="Corbel" w:hAnsi="Corbel"/>
                <w:sz w:val="24"/>
                <w:szCs w:val="24"/>
              </w:rPr>
              <w:t xml:space="preserve"> prezentuje wyniki badań.</w:t>
            </w:r>
          </w:p>
        </w:tc>
        <w:tc>
          <w:tcPr>
            <w:tcW w:w="1865" w:type="dxa"/>
          </w:tcPr>
          <w:p w14:paraId="5EEADAD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72DACFC2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K_U06</w:t>
            </w:r>
          </w:p>
          <w:p w14:paraId="4F613B43" w14:textId="0E9E5EE9" w:rsidR="00055341" w:rsidRPr="00317416" w:rsidRDefault="7BDCA0C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55341" w:rsidRPr="009C54AE" w14:paraId="0455CAF8" w14:textId="77777777" w:rsidTr="18BEE149">
        <w:tc>
          <w:tcPr>
            <w:tcW w:w="1679" w:type="dxa"/>
          </w:tcPr>
          <w:p w14:paraId="7C3C39AF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D7DFBD1" w14:textId="7FF267EB" w:rsidR="00055341" w:rsidRPr="00317416" w:rsidRDefault="53DCABB5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krytycznej oceny posiadanej wiedzy z zakresu motywowania pracowników</w:t>
            </w:r>
            <w:r w:rsidR="5E90DD52" w:rsidRPr="18BEE14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C1A6F9E" w14:textId="77777777" w:rsidR="00055341" w:rsidRPr="00317416" w:rsidRDefault="4B9F1229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K_K01</w:t>
            </w:r>
          </w:p>
          <w:p w14:paraId="55324389" w14:textId="43ACB654" w:rsidR="00055341" w:rsidRPr="00317416" w:rsidRDefault="00055341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94A730" w14:textId="77777777" w:rsidTr="18BEE149">
        <w:tc>
          <w:tcPr>
            <w:tcW w:w="1679" w:type="dxa"/>
          </w:tcPr>
          <w:p w14:paraId="6A584AA8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4B07854" w14:textId="385F9D08" w:rsidR="00A3586C" w:rsidRPr="00317416" w:rsidRDefault="42FF47EC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działania na rzecz środowiska społecznego poprzez uczestniczenie w przygotowaniu projektów z zakresu motywowania pracowników,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9458156" w:rsidRPr="18BEE149">
              <w:rPr>
                <w:rFonts w:ascii="Corbel" w:eastAsia="Corbel" w:hAnsi="Corbel" w:cs="Corbel"/>
                <w:sz w:val="24"/>
                <w:szCs w:val="24"/>
              </w:rPr>
              <w:t xml:space="preserve">także we współpracy z przedstawicielami praktyki gospodarczej, jak również 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>myślenia i działania w sposób przedsiębiorczy.</w:t>
            </w:r>
          </w:p>
        </w:tc>
        <w:tc>
          <w:tcPr>
            <w:tcW w:w="1865" w:type="dxa"/>
          </w:tcPr>
          <w:p w14:paraId="22EE724B" w14:textId="5F2F1FA0" w:rsidR="00680767" w:rsidRPr="00317416" w:rsidRDefault="33C76AF6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K_K02 </w:t>
            </w:r>
          </w:p>
          <w:p w14:paraId="4218B553" w14:textId="2DD73EA5" w:rsidR="00680767" w:rsidRPr="00317416" w:rsidRDefault="00680767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K_K03</w:t>
            </w:r>
          </w:p>
          <w:p w14:paraId="48F0FFDD" w14:textId="77777777" w:rsidR="00055341" w:rsidRPr="00317416" w:rsidRDefault="00823220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1DEB77A" w14:textId="77777777" w:rsidR="00055341" w:rsidRPr="009C54AE" w:rsidRDefault="000553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191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18619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8A1E4D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4B7B" w:rsidRPr="009C54AE" w14:paraId="16351A8D" w14:textId="77777777" w:rsidTr="00720EE7">
        <w:tc>
          <w:tcPr>
            <w:tcW w:w="9639" w:type="dxa"/>
          </w:tcPr>
          <w:p w14:paraId="0DB93BBB" w14:textId="77777777" w:rsidR="00EC4B7B" w:rsidRPr="009C54AE" w:rsidRDefault="00EC4B7B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B7B" w:rsidRPr="00B42E92" w14:paraId="06DB468C" w14:textId="77777777" w:rsidTr="00720EE7">
        <w:tc>
          <w:tcPr>
            <w:tcW w:w="9639" w:type="dxa"/>
          </w:tcPr>
          <w:p w14:paraId="0E484DBF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Wyjaśnienie podstawowych pojęć: motywacja a motywowanie. Przebieg i właściwości procesu motywacyjnego. Uwarunkowania wewnętrzne i zewnętrzne procesu motywacyjnego.</w:t>
            </w:r>
          </w:p>
        </w:tc>
      </w:tr>
      <w:tr w:rsidR="00EC4B7B" w:rsidRPr="00B42E92" w14:paraId="7460E827" w14:textId="77777777" w:rsidTr="00720EE7">
        <w:tc>
          <w:tcPr>
            <w:tcW w:w="9639" w:type="dxa"/>
          </w:tcPr>
          <w:p w14:paraId="252E1824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lastRenderedPageBreak/>
              <w:t>Koncepcje motywacji: teorie treści, teorie procesu, teorie wzmocnień. Wnioski dla menedżerów.</w:t>
            </w:r>
          </w:p>
        </w:tc>
      </w:tr>
      <w:tr w:rsidR="00EC4B7B" w:rsidRPr="00B42E92" w14:paraId="40676E00" w14:textId="77777777" w:rsidTr="00720EE7">
        <w:tc>
          <w:tcPr>
            <w:tcW w:w="9639" w:type="dxa"/>
          </w:tcPr>
          <w:p w14:paraId="44B72085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motywowania – wyjaśnienie pojęcia. </w:t>
            </w:r>
            <w:r>
              <w:rPr>
                <w:rFonts w:ascii="Corbel" w:hAnsi="Corbel"/>
                <w:sz w:val="24"/>
              </w:rPr>
              <w:t>Charakterystyka</w:t>
            </w:r>
            <w:r w:rsidRPr="00B42E92">
              <w:rPr>
                <w:rFonts w:ascii="Corbel" w:hAnsi="Corbel"/>
                <w:sz w:val="24"/>
              </w:rPr>
              <w:t xml:space="preserve"> środków motywowania.</w:t>
            </w:r>
          </w:p>
        </w:tc>
      </w:tr>
      <w:tr w:rsidR="00EC4B7B" w:rsidRPr="00B42E92" w14:paraId="56371FC0" w14:textId="77777777" w:rsidTr="00720EE7">
        <w:tc>
          <w:tcPr>
            <w:tcW w:w="9639" w:type="dxa"/>
          </w:tcPr>
          <w:p w14:paraId="5AF3CE1D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Kapitał ludzki jako obszar zainteresowania we współczesnym przedsiębiorstwie w kontekście motywowania pracowników.</w:t>
            </w:r>
          </w:p>
        </w:tc>
      </w:tr>
      <w:tr w:rsidR="00EC4B7B" w:rsidRPr="00B42E92" w14:paraId="2DAA0E23" w14:textId="77777777" w:rsidTr="00720EE7">
        <w:tc>
          <w:tcPr>
            <w:tcW w:w="9639" w:type="dxa"/>
          </w:tcPr>
          <w:p w14:paraId="1BC9F433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oceniania pracowników – cele i zasady. Uwarunkowania motywacyjnego oddziaływania ocen. Ocenianie kompetencji. </w:t>
            </w:r>
          </w:p>
        </w:tc>
      </w:tr>
      <w:tr w:rsidR="00EC4B7B" w:rsidRPr="00B42E92" w14:paraId="77A74032" w14:textId="77777777" w:rsidTr="00720EE7">
        <w:tc>
          <w:tcPr>
            <w:tcW w:w="9639" w:type="dxa"/>
          </w:tcPr>
          <w:p w14:paraId="6FED24B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System wynagradzania – składniki i zasady ich stosowania. Kształtowanie zmiennych składników wynagrodzenia. Zasady skuteczności motywującego oddziaływania wynagrodzenia.</w:t>
            </w:r>
          </w:p>
        </w:tc>
      </w:tr>
      <w:tr w:rsidR="00EC4B7B" w:rsidRPr="00B42E92" w14:paraId="292DE9C2" w14:textId="77777777" w:rsidTr="00720EE7">
        <w:tc>
          <w:tcPr>
            <w:tcW w:w="9639" w:type="dxa"/>
          </w:tcPr>
          <w:p w14:paraId="6656C0C3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Możliwości doskonalenia i rozwoju pracowników. Istota i rodzaje szkoleń. Zasady skuteczności szkoleń. Kształtowanie kariery pracowniczej. Etapy kariery zawodowej a życie prywatne. Schemat następstw jako narzędzie kształtowania kariery pracowniczej.</w:t>
            </w:r>
          </w:p>
        </w:tc>
      </w:tr>
      <w:tr w:rsidR="00EC4B7B" w:rsidRPr="00B42E92" w14:paraId="41E2D3D1" w14:textId="77777777" w:rsidTr="00720EE7">
        <w:tc>
          <w:tcPr>
            <w:tcW w:w="9639" w:type="dxa"/>
          </w:tcPr>
          <w:p w14:paraId="616D870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Elastyczne formy zatrudniania pracowników.</w:t>
            </w:r>
          </w:p>
        </w:tc>
      </w:tr>
      <w:tr w:rsidR="00EC4B7B" w:rsidRPr="00B42E92" w14:paraId="24C46E68" w14:textId="77777777" w:rsidTr="00720EE7">
        <w:tc>
          <w:tcPr>
            <w:tcW w:w="9639" w:type="dxa"/>
          </w:tcPr>
          <w:p w14:paraId="35E4C774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Coaching jako nowoczesny środek oddziaływania na motywację pracowników. Zasady coachingu. Analiza studium przypadku.</w:t>
            </w:r>
          </w:p>
        </w:tc>
      </w:tr>
      <w:tr w:rsidR="00EC4B7B" w:rsidRPr="00B42E92" w14:paraId="1DD72AD0" w14:textId="77777777" w:rsidTr="00720EE7">
        <w:tc>
          <w:tcPr>
            <w:tcW w:w="9639" w:type="dxa"/>
          </w:tcPr>
          <w:p w14:paraId="1ECC4747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Empowerment – isota i zasady upełnomocnienia pracowników. Kształtowanie środowiska empowermentu. Bariery i koszty empowermentu. Korzyści wynikające z wdrożenia empowermentu. Analiza studium przypadku.</w:t>
            </w:r>
          </w:p>
        </w:tc>
      </w:tr>
      <w:tr w:rsidR="00EC4B7B" w:rsidRPr="00B42E92" w14:paraId="1DE18D96" w14:textId="77777777" w:rsidTr="00720EE7">
        <w:tc>
          <w:tcPr>
            <w:tcW w:w="9639" w:type="dxa"/>
            <w:vAlign w:val="center"/>
          </w:tcPr>
          <w:p w14:paraId="629233FE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Mentoring – etapy mentoringu, efekty prac mentora. Analiza studium przypadku.</w:t>
            </w:r>
          </w:p>
        </w:tc>
      </w:tr>
    </w:tbl>
    <w:p w14:paraId="6280F418" w14:textId="77777777" w:rsidR="00EC4B7B" w:rsidRPr="009C54AE" w:rsidRDefault="00EC4B7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821264C" w14:textId="77777777" w:rsidR="0085747A" w:rsidRPr="009C54AE" w:rsidRDefault="009F4610" w:rsidP="00993D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AC6E276" w14:textId="427176BA" w:rsidR="0085747A" w:rsidRDefault="00453A6E" w:rsidP="18BEE14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BEE149">
        <w:rPr>
          <w:rFonts w:ascii="Corbel" w:hAnsi="Corbel"/>
          <w:b w:val="0"/>
          <w:smallCaps w:val="0"/>
        </w:rPr>
        <w:t>Ćwiczenia: analiza tekstów z dyskusją, praca w grupach, analiza studium przypadku, określone zagadnienia z prezentacją multimedialną.</w:t>
      </w:r>
    </w:p>
    <w:p w14:paraId="3AEAB331" w14:textId="77777777" w:rsidR="00453A6E" w:rsidRPr="009C54AE" w:rsidRDefault="00453A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59C5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9FC79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D1A5F2" w14:textId="77777777" w:rsidR="00923D7D" w:rsidRDefault="0085747A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7F3B4" w14:textId="77777777" w:rsidR="009744E6" w:rsidRPr="009744E6" w:rsidRDefault="009744E6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744E6" w:rsidRPr="009C54AE" w14:paraId="18EB5169" w14:textId="77777777" w:rsidTr="18BEE149">
        <w:tc>
          <w:tcPr>
            <w:tcW w:w="2377" w:type="dxa"/>
            <w:vAlign w:val="center"/>
          </w:tcPr>
          <w:p w14:paraId="35AD2279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E104CE1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62342B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784D0E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10074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44E6" w:rsidRPr="009C54AE" w14:paraId="0A12DF4D" w14:textId="77777777" w:rsidTr="18BEE149">
        <w:tc>
          <w:tcPr>
            <w:tcW w:w="2377" w:type="dxa"/>
          </w:tcPr>
          <w:p w14:paraId="169EF8DF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9744E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026" w:type="dxa"/>
          </w:tcPr>
          <w:p w14:paraId="6BBE40AD" w14:textId="02203ADB" w:rsidR="009744E6" w:rsidRPr="00E43113" w:rsidRDefault="26883E51" w:rsidP="0072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67A958FE" w:rsidRPr="18BEE1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3CCAA7AE" w:rsidRPr="18BEE149">
              <w:rPr>
                <w:rFonts w:ascii="Corbel" w:hAnsi="Corbel"/>
                <w:sz w:val="24"/>
                <w:szCs w:val="24"/>
              </w:rPr>
              <w:t>zespołowa</w:t>
            </w:r>
          </w:p>
        </w:tc>
        <w:tc>
          <w:tcPr>
            <w:tcW w:w="2117" w:type="dxa"/>
          </w:tcPr>
          <w:p w14:paraId="7CC4197E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C30FE67" w14:textId="77777777" w:rsidTr="18BEE149">
        <w:tc>
          <w:tcPr>
            <w:tcW w:w="2377" w:type="dxa"/>
          </w:tcPr>
          <w:p w14:paraId="110D4F7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4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6AD3395" w14:textId="02D5535B" w:rsidR="009744E6" w:rsidRPr="00E43113" w:rsidRDefault="05EEF88F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7DA0C84C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FA90C8A" w14:textId="77777777" w:rsidTr="18BEE149">
        <w:tc>
          <w:tcPr>
            <w:tcW w:w="2377" w:type="dxa"/>
          </w:tcPr>
          <w:p w14:paraId="1E9C7363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730358C1" w14:textId="0DCAB2D5" w:rsidR="009744E6" w:rsidRPr="00E43113" w:rsidRDefault="6A02C66C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270E25E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3D6DBCB" w14:textId="77777777" w:rsidTr="18BEE149">
        <w:tc>
          <w:tcPr>
            <w:tcW w:w="2377" w:type="dxa"/>
          </w:tcPr>
          <w:p w14:paraId="3352BC3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080A3DCE" w14:textId="53F213AB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kolokwium, praca zespołowa</w:t>
            </w:r>
            <w:r w:rsidR="2103BF66" w:rsidRPr="18BEE1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BF1BC70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015E989" w14:textId="77777777" w:rsidTr="18BEE149">
        <w:tc>
          <w:tcPr>
            <w:tcW w:w="2377" w:type="dxa"/>
          </w:tcPr>
          <w:p w14:paraId="74BAE30B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</w:tcPr>
          <w:p w14:paraId="40A51734" w14:textId="519DCFAF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praca zespołowa, </w:t>
            </w:r>
            <w:r w:rsidR="2E1954E4"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obserwacja </w:t>
            </w:r>
            <w:r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878099F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ACFF43" w14:textId="77777777" w:rsidR="009744E6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9AD04" w14:textId="77777777" w:rsidR="009744E6" w:rsidRPr="009C54AE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60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1588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80698" w14:textId="77777777" w:rsidTr="18BEE149">
        <w:tc>
          <w:tcPr>
            <w:tcW w:w="9670" w:type="dxa"/>
          </w:tcPr>
          <w:p w14:paraId="662D05E5" w14:textId="56FF6626" w:rsidR="0085747A" w:rsidRPr="00EC4B7B" w:rsidRDefault="145CDF69" w:rsidP="18BEE149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Podstawą oceny pozytywnej jest </w:t>
            </w:r>
            <w:r w:rsidR="5DAD98B2" w:rsidRPr="18BEE149">
              <w:rPr>
                <w:rFonts w:ascii="Corbel" w:hAnsi="Corbel"/>
                <w:sz w:val="24"/>
                <w:szCs w:val="24"/>
              </w:rPr>
              <w:t xml:space="preserve">średnia arytmetyczna z </w:t>
            </w:r>
            <w:r w:rsidRPr="18BEE149">
              <w:rPr>
                <w:rFonts w:ascii="Corbel" w:hAnsi="Corbel"/>
                <w:sz w:val="24"/>
                <w:szCs w:val="24"/>
              </w:rPr>
              <w:t>wynik</w:t>
            </w:r>
            <w:r w:rsidR="48793BC9" w:rsidRPr="18BEE149">
              <w:rPr>
                <w:rFonts w:ascii="Corbel" w:hAnsi="Corbel"/>
                <w:sz w:val="24"/>
                <w:szCs w:val="24"/>
              </w:rPr>
              <w:t>u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pracy pisemnej, z której student uzyska </w:t>
            </w:r>
            <w:r w:rsidR="677A068D" w:rsidRPr="18BEE149">
              <w:rPr>
                <w:rFonts w:ascii="Corbel" w:hAnsi="Corbel"/>
                <w:sz w:val="24"/>
                <w:szCs w:val="24"/>
              </w:rPr>
              <w:t>co najmniej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5</w:t>
            </w:r>
            <w:r w:rsidR="3E18FFB7" w:rsidRPr="18BEE149">
              <w:rPr>
                <w:rFonts w:ascii="Corbel" w:hAnsi="Corbel"/>
                <w:sz w:val="24"/>
                <w:szCs w:val="24"/>
              </w:rPr>
              <w:t>1</w:t>
            </w:r>
            <w:r w:rsidRPr="18BEE149">
              <w:rPr>
                <w:rFonts w:ascii="Corbel" w:hAnsi="Corbel"/>
                <w:sz w:val="24"/>
                <w:szCs w:val="24"/>
              </w:rPr>
              <w:t>% wymaganych punktów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46773530" w:rsidRPr="18BEE149">
              <w:rPr>
                <w:rFonts w:ascii="Corbel" w:hAnsi="Corbel"/>
                <w:sz w:val="24"/>
                <w:szCs w:val="24"/>
              </w:rPr>
              <w:t>oceny z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6C9F8E8D" w:rsidRPr="18BEE149">
              <w:rPr>
                <w:rFonts w:ascii="Corbel" w:hAnsi="Corbel"/>
                <w:sz w:val="24"/>
                <w:szCs w:val="24"/>
              </w:rPr>
              <w:t>pracy zespołowej</w:t>
            </w:r>
            <w:r w:rsidR="49D04877" w:rsidRPr="18BEE149">
              <w:rPr>
                <w:rFonts w:ascii="Corbel" w:hAnsi="Corbel"/>
                <w:sz w:val="24"/>
                <w:szCs w:val="24"/>
              </w:rPr>
              <w:t>.</w:t>
            </w:r>
            <w:r w:rsidR="4BF20126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4BF20126" w:rsidRPr="18BEE14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Dodatkowo, ostateczna ocena jest podwyższana o aktywność na zajęciach.</w:t>
            </w:r>
          </w:p>
        </w:tc>
      </w:tr>
    </w:tbl>
    <w:p w14:paraId="2E31D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BA9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1B9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236FACD" w14:textId="77777777" w:rsidTr="18BEE149">
        <w:tc>
          <w:tcPr>
            <w:tcW w:w="4902" w:type="dxa"/>
            <w:vAlign w:val="center"/>
          </w:tcPr>
          <w:p w14:paraId="2516E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D90237" w14:textId="4222CA2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F6E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F213D" w:rsidRPr="009C54AE" w14:paraId="15E07745" w14:textId="77777777" w:rsidTr="18BEE149">
        <w:tc>
          <w:tcPr>
            <w:tcW w:w="4902" w:type="dxa"/>
          </w:tcPr>
          <w:p w14:paraId="4240905F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1EF56C4" w14:textId="69929286" w:rsidR="009F213D" w:rsidRPr="009F213D" w:rsidRDefault="00C067B2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9F213D" w:rsidRPr="009C54AE" w14:paraId="4F3D71C9" w14:textId="77777777" w:rsidTr="18BEE149">
        <w:tc>
          <w:tcPr>
            <w:tcW w:w="4902" w:type="dxa"/>
          </w:tcPr>
          <w:p w14:paraId="5F4C5247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FD6130" w14:textId="630DB25A" w:rsidR="009F213D" w:rsidRPr="009C54AE" w:rsidRDefault="0D33B152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C86176C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F213D" w:rsidRPr="009C54AE" w14:paraId="1590B2BE" w14:textId="77777777" w:rsidTr="18BEE149">
        <w:tc>
          <w:tcPr>
            <w:tcW w:w="4902" w:type="dxa"/>
          </w:tcPr>
          <w:p w14:paraId="3D6CD8C9" w14:textId="3D42DEEA" w:rsidR="009F213D" w:rsidRPr="009C54AE" w:rsidRDefault="009F213D" w:rsidP="00F80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80402">
              <w:rPr>
                <w:rFonts w:ascii="Corbel" w:hAnsi="Corbel"/>
                <w:sz w:val="24"/>
                <w:szCs w:val="24"/>
              </w:rPr>
              <w:t xml:space="preserve"> 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52876FE3" w:rsidRPr="18BEE149">
              <w:rPr>
                <w:rFonts w:ascii="Corbel" w:hAnsi="Corbel"/>
                <w:sz w:val="24"/>
                <w:szCs w:val="24"/>
              </w:rPr>
              <w:t>zaliczenia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3C55D15" w14:textId="62424940" w:rsidR="009F213D" w:rsidRPr="009F213D" w:rsidRDefault="00C067B2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52</w:t>
            </w:r>
          </w:p>
        </w:tc>
      </w:tr>
      <w:tr w:rsidR="009F213D" w:rsidRPr="009C54AE" w14:paraId="7D140B37" w14:textId="77777777" w:rsidTr="18BEE149">
        <w:tc>
          <w:tcPr>
            <w:tcW w:w="4902" w:type="dxa"/>
          </w:tcPr>
          <w:p w14:paraId="6B25DAC5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4696CD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75</w:t>
            </w:r>
          </w:p>
        </w:tc>
      </w:tr>
      <w:tr w:rsidR="009F213D" w:rsidRPr="009C54AE" w14:paraId="46007F1E" w14:textId="77777777" w:rsidTr="18BEE149">
        <w:tc>
          <w:tcPr>
            <w:tcW w:w="4902" w:type="dxa"/>
          </w:tcPr>
          <w:p w14:paraId="04FF2788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B9C4B45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3</w:t>
            </w:r>
          </w:p>
        </w:tc>
      </w:tr>
    </w:tbl>
    <w:p w14:paraId="1C196E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B8A9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84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0CB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BF012D3" w14:textId="77777777" w:rsidTr="004F6E0F">
        <w:trPr>
          <w:trHeight w:val="397"/>
        </w:trPr>
        <w:tc>
          <w:tcPr>
            <w:tcW w:w="2359" w:type="pct"/>
          </w:tcPr>
          <w:p w14:paraId="5EB8F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9C6D541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C86721" w14:textId="77777777" w:rsidTr="004F6E0F">
        <w:trPr>
          <w:trHeight w:val="397"/>
        </w:trPr>
        <w:tc>
          <w:tcPr>
            <w:tcW w:w="2359" w:type="pct"/>
          </w:tcPr>
          <w:p w14:paraId="240F1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0CBD55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29439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1DE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996E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2EF377D" w14:textId="77777777" w:rsidTr="18BEE149">
        <w:trPr>
          <w:trHeight w:val="397"/>
        </w:trPr>
        <w:tc>
          <w:tcPr>
            <w:tcW w:w="5000" w:type="pct"/>
          </w:tcPr>
          <w:p w14:paraId="743A3035" w14:textId="77777777" w:rsidR="000B1A40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7586281" w14:textId="2F787A6F" w:rsidR="000B1A40" w:rsidRDefault="0E072AF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Gajdek G., Motywowanie jako element procesu zarządzania zasobami ludzkimi w organizacji, Wydawnictwo Uniwersytetu Rzeszowskiego, Rzeszów 2015.</w:t>
            </w:r>
          </w:p>
          <w:p w14:paraId="14C7D571" w14:textId="5E93488A" w:rsidR="000B1A40" w:rsidRPr="000B1A40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Kozłowski W., Motywowanie pracowników w organizacji, CeDeWu Sp. z o.o., Warszawa 2017.</w:t>
            </w:r>
          </w:p>
          <w:p w14:paraId="04150BC3" w14:textId="50FEC136" w:rsidR="6A94411D" w:rsidRDefault="6A94411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Mazurkiewicz A., Kapitał ludzki w procesie kształtowania sprawności organizacji, Wydawnictwo Uniwersytetu Rzeszowskiego, Rzeszów 2010.</w:t>
            </w:r>
          </w:p>
          <w:p w14:paraId="51541D27" w14:textId="267AB207" w:rsidR="000B1A40" w:rsidRPr="009C54AE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Sidor-Rządkowska M., Kształtowanie nowoczesnych systemów ocen pracowników, Wolters Kluwer Polska, Warszawa 2013.</w:t>
            </w:r>
          </w:p>
        </w:tc>
      </w:tr>
      <w:tr w:rsidR="0085747A" w:rsidRPr="009C54AE" w14:paraId="1C5C242F" w14:textId="77777777" w:rsidTr="18BEE149">
        <w:trPr>
          <w:trHeight w:val="397"/>
        </w:trPr>
        <w:tc>
          <w:tcPr>
            <w:tcW w:w="5000" w:type="pct"/>
          </w:tcPr>
          <w:p w14:paraId="4E30737A" w14:textId="77777777" w:rsidR="0085747A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3CAEA96" w14:textId="69C3A758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Holliday M., Coaching, mentoring i zarządzanie: jak rozwiązywać problemy i budować zespół, Helion, Gliwice 2006.</w:t>
            </w:r>
          </w:p>
          <w:p w14:paraId="0A96391D" w14:textId="6C6F6DBE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Manikowski R., Projektowanie systemów premiowych, Wolters Kluwer, Warszawa 2016.</w:t>
            </w:r>
          </w:p>
          <w:p w14:paraId="61F70244" w14:textId="4E7087D7" w:rsidR="76EDAE31" w:rsidRDefault="76EDAE31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szCs w:val="24"/>
              </w:rPr>
              <w:t>Mazurkiewicz A., Motywowanie pracowników w czasie kryzysu – znaczenie środków niematerialnych, [w:] R. Fedan, M. Smoleń (red.), Przedsiębiorstwo i Region. Uwarunkowania rozwoju przedsiębiorstw i regionów w warunkach spowolnienia gospodarczego w polskiej gospodarce, Zeszyt nr 2/2010, Uniwersytet Rzeszowski.</w:t>
            </w:r>
          </w:p>
          <w:p w14:paraId="36C0C541" w14:textId="62B66166" w:rsidR="000B1A40" w:rsidRPr="000B1A40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Wojtaszek H., Uwarunkowania zarządzania: motywacja i innowacja. Wydawnictwo Naukowe Sophia, Warszawa 2019.</w:t>
            </w:r>
          </w:p>
        </w:tc>
      </w:tr>
    </w:tbl>
    <w:p w14:paraId="15E4E3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C60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2CA4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C31E8" w14:textId="77777777" w:rsidR="00565D00" w:rsidRDefault="00565D00" w:rsidP="00C16ABF">
      <w:pPr>
        <w:spacing w:after="0" w:line="240" w:lineRule="auto"/>
      </w:pPr>
      <w:r>
        <w:separator/>
      </w:r>
    </w:p>
  </w:endnote>
  <w:endnote w:type="continuationSeparator" w:id="0">
    <w:p w14:paraId="542C848C" w14:textId="77777777" w:rsidR="00565D00" w:rsidRDefault="00565D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9B991" w14:textId="77777777" w:rsidR="00565D00" w:rsidRDefault="00565D00" w:rsidP="00C16ABF">
      <w:pPr>
        <w:spacing w:after="0" w:line="240" w:lineRule="auto"/>
      </w:pPr>
      <w:r>
        <w:separator/>
      </w:r>
    </w:p>
  </w:footnote>
  <w:footnote w:type="continuationSeparator" w:id="0">
    <w:p w14:paraId="4575962E" w14:textId="77777777" w:rsidR="00565D00" w:rsidRDefault="00565D00" w:rsidP="00C16ABF">
      <w:pPr>
        <w:spacing w:after="0" w:line="240" w:lineRule="auto"/>
      </w:pPr>
      <w:r>
        <w:continuationSeparator/>
      </w:r>
    </w:p>
  </w:footnote>
  <w:footnote w:id="1">
    <w:p w14:paraId="117B00DB" w14:textId="77777777" w:rsidR="00055341" w:rsidRDefault="000553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67D6"/>
    <w:multiLevelType w:val="hybridMultilevel"/>
    <w:tmpl w:val="316C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D7FBA"/>
    <w:multiLevelType w:val="hybridMultilevel"/>
    <w:tmpl w:val="8CA2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55640"/>
    <w:multiLevelType w:val="hybridMultilevel"/>
    <w:tmpl w:val="FB080112"/>
    <w:lvl w:ilvl="0" w:tplc="8C10C24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F45"/>
    <w:multiLevelType w:val="hybridMultilevel"/>
    <w:tmpl w:val="809EB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22C96"/>
    <w:multiLevelType w:val="hybridMultilevel"/>
    <w:tmpl w:val="9816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3D6"/>
    <w:multiLevelType w:val="hybridMultilevel"/>
    <w:tmpl w:val="0E3A41A0"/>
    <w:lvl w:ilvl="0" w:tplc="0415000F">
      <w:start w:val="1"/>
      <w:numFmt w:val="decimal"/>
      <w:lvlText w:val="%1."/>
      <w:lvlJc w:val="left"/>
      <w:pPr>
        <w:ind w:left="807" w:hanging="360"/>
      </w:p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E4F"/>
    <w:rsid w:val="000077B4"/>
    <w:rsid w:val="00015B8F"/>
    <w:rsid w:val="00022ECE"/>
    <w:rsid w:val="00042A51"/>
    <w:rsid w:val="00042D2E"/>
    <w:rsid w:val="00044C82"/>
    <w:rsid w:val="0005534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A40"/>
    <w:rsid w:val="000B28EE"/>
    <w:rsid w:val="000B3E37"/>
    <w:rsid w:val="000D04B0"/>
    <w:rsid w:val="000F1C57"/>
    <w:rsid w:val="000F5615"/>
    <w:rsid w:val="000F661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0B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76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D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A6E"/>
    <w:rsid w:val="0046080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E0F"/>
    <w:rsid w:val="0050496F"/>
    <w:rsid w:val="00513B6F"/>
    <w:rsid w:val="00517C63"/>
    <w:rsid w:val="00533684"/>
    <w:rsid w:val="005363C4"/>
    <w:rsid w:val="00536BDE"/>
    <w:rsid w:val="00543ACC"/>
    <w:rsid w:val="00565D00"/>
    <w:rsid w:val="0056696D"/>
    <w:rsid w:val="0059484D"/>
    <w:rsid w:val="0059778E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6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C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2BE3"/>
    <w:rsid w:val="007F4155"/>
    <w:rsid w:val="0081554D"/>
    <w:rsid w:val="0081707E"/>
    <w:rsid w:val="00823220"/>
    <w:rsid w:val="008449B3"/>
    <w:rsid w:val="008552A2"/>
    <w:rsid w:val="0085747A"/>
    <w:rsid w:val="00875083"/>
    <w:rsid w:val="00884922"/>
    <w:rsid w:val="00885F64"/>
    <w:rsid w:val="008917F9"/>
    <w:rsid w:val="00893894"/>
    <w:rsid w:val="008A45F7"/>
    <w:rsid w:val="008A5377"/>
    <w:rsid w:val="008C0CC0"/>
    <w:rsid w:val="008C19A9"/>
    <w:rsid w:val="008C379D"/>
    <w:rsid w:val="008C5147"/>
    <w:rsid w:val="008C5359"/>
    <w:rsid w:val="008C5363"/>
    <w:rsid w:val="008D3DFB"/>
    <w:rsid w:val="008E64F4"/>
    <w:rsid w:val="008F0461"/>
    <w:rsid w:val="008F12C9"/>
    <w:rsid w:val="008F6E29"/>
    <w:rsid w:val="00912767"/>
    <w:rsid w:val="00916188"/>
    <w:rsid w:val="00923D7D"/>
    <w:rsid w:val="009508DF"/>
    <w:rsid w:val="00950DAC"/>
    <w:rsid w:val="00954A07"/>
    <w:rsid w:val="009744E6"/>
    <w:rsid w:val="00984B23"/>
    <w:rsid w:val="00991867"/>
    <w:rsid w:val="00993DAB"/>
    <w:rsid w:val="00997F14"/>
    <w:rsid w:val="009A78D9"/>
    <w:rsid w:val="009C3E31"/>
    <w:rsid w:val="009C54AE"/>
    <w:rsid w:val="009C788E"/>
    <w:rsid w:val="009D3F3B"/>
    <w:rsid w:val="009E0543"/>
    <w:rsid w:val="009E3B41"/>
    <w:rsid w:val="009F213D"/>
    <w:rsid w:val="009F3C5C"/>
    <w:rsid w:val="009F4610"/>
    <w:rsid w:val="00A00ECC"/>
    <w:rsid w:val="00A155EE"/>
    <w:rsid w:val="00A2245B"/>
    <w:rsid w:val="00A30110"/>
    <w:rsid w:val="00A3586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7B2"/>
    <w:rsid w:val="00C131B5"/>
    <w:rsid w:val="00C16ABF"/>
    <w:rsid w:val="00C170AE"/>
    <w:rsid w:val="00C26CB7"/>
    <w:rsid w:val="00C324C1"/>
    <w:rsid w:val="00C36992"/>
    <w:rsid w:val="00C42FC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39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B7B"/>
    <w:rsid w:val="00ED03AB"/>
    <w:rsid w:val="00ED32D2"/>
    <w:rsid w:val="00EE32DE"/>
    <w:rsid w:val="00EE5457"/>
    <w:rsid w:val="00EF2E45"/>
    <w:rsid w:val="00EF707C"/>
    <w:rsid w:val="00F00556"/>
    <w:rsid w:val="00F070AB"/>
    <w:rsid w:val="00F17567"/>
    <w:rsid w:val="00F20601"/>
    <w:rsid w:val="00F27A7B"/>
    <w:rsid w:val="00F526AF"/>
    <w:rsid w:val="00F617C3"/>
    <w:rsid w:val="00F7066B"/>
    <w:rsid w:val="00F80402"/>
    <w:rsid w:val="00F83B28"/>
    <w:rsid w:val="00F974DA"/>
    <w:rsid w:val="00FA46E5"/>
    <w:rsid w:val="00FB7DBA"/>
    <w:rsid w:val="00FC1C25"/>
    <w:rsid w:val="00FC3F45"/>
    <w:rsid w:val="00FD0742"/>
    <w:rsid w:val="00FD503F"/>
    <w:rsid w:val="00FD7589"/>
    <w:rsid w:val="00FF016A"/>
    <w:rsid w:val="00FF1401"/>
    <w:rsid w:val="00FF5E7D"/>
    <w:rsid w:val="05EEF88F"/>
    <w:rsid w:val="07C37E6F"/>
    <w:rsid w:val="09458156"/>
    <w:rsid w:val="0B1ECE67"/>
    <w:rsid w:val="0D33B152"/>
    <w:rsid w:val="0E072AFD"/>
    <w:rsid w:val="0E9F1A26"/>
    <w:rsid w:val="105F5A7F"/>
    <w:rsid w:val="114DD3C1"/>
    <w:rsid w:val="12C849F1"/>
    <w:rsid w:val="145CDF69"/>
    <w:rsid w:val="154E97D4"/>
    <w:rsid w:val="1568B410"/>
    <w:rsid w:val="16D13FD8"/>
    <w:rsid w:val="17BD1545"/>
    <w:rsid w:val="18933F27"/>
    <w:rsid w:val="18BEE149"/>
    <w:rsid w:val="1A08E09A"/>
    <w:rsid w:val="1A8CE4C3"/>
    <w:rsid w:val="1AB4DF7F"/>
    <w:rsid w:val="1C50AFE0"/>
    <w:rsid w:val="1DACE627"/>
    <w:rsid w:val="1F891E4D"/>
    <w:rsid w:val="1F8F73DF"/>
    <w:rsid w:val="2103BF66"/>
    <w:rsid w:val="22A1A99B"/>
    <w:rsid w:val="243D79FC"/>
    <w:rsid w:val="25B6E80C"/>
    <w:rsid w:val="25FEF2CC"/>
    <w:rsid w:val="26883E51"/>
    <w:rsid w:val="286D1DA9"/>
    <w:rsid w:val="2D1AFC83"/>
    <w:rsid w:val="2E1954E4"/>
    <w:rsid w:val="2EA3D66C"/>
    <w:rsid w:val="3182E0EE"/>
    <w:rsid w:val="32358FA4"/>
    <w:rsid w:val="33C76AF6"/>
    <w:rsid w:val="35D4805D"/>
    <w:rsid w:val="3717755D"/>
    <w:rsid w:val="3A271485"/>
    <w:rsid w:val="3CAB9325"/>
    <w:rsid w:val="3CCAA7AE"/>
    <w:rsid w:val="3CEBA085"/>
    <w:rsid w:val="3DE34FEB"/>
    <w:rsid w:val="3E18FFB7"/>
    <w:rsid w:val="3E476386"/>
    <w:rsid w:val="3FE7949D"/>
    <w:rsid w:val="42DF2C06"/>
    <w:rsid w:val="42E2215E"/>
    <w:rsid w:val="42FF47EC"/>
    <w:rsid w:val="431AD4A9"/>
    <w:rsid w:val="4563418D"/>
    <w:rsid w:val="46773530"/>
    <w:rsid w:val="47430F61"/>
    <w:rsid w:val="48793BC9"/>
    <w:rsid w:val="489DAE91"/>
    <w:rsid w:val="49D04877"/>
    <w:rsid w:val="4B53DEE9"/>
    <w:rsid w:val="4B9F1229"/>
    <w:rsid w:val="4BF20126"/>
    <w:rsid w:val="4EDA2AD3"/>
    <w:rsid w:val="521B04DD"/>
    <w:rsid w:val="52876FE3"/>
    <w:rsid w:val="53DCABB5"/>
    <w:rsid w:val="54D4B65A"/>
    <w:rsid w:val="55D707C8"/>
    <w:rsid w:val="567086BB"/>
    <w:rsid w:val="56C3CEDE"/>
    <w:rsid w:val="5994A719"/>
    <w:rsid w:val="5C101A24"/>
    <w:rsid w:val="5D783515"/>
    <w:rsid w:val="5DAD98B2"/>
    <w:rsid w:val="5E90DD52"/>
    <w:rsid w:val="5F15F70C"/>
    <w:rsid w:val="648694B5"/>
    <w:rsid w:val="677A068D"/>
    <w:rsid w:val="67A958FE"/>
    <w:rsid w:val="6967F148"/>
    <w:rsid w:val="6A02C66C"/>
    <w:rsid w:val="6A3AC78C"/>
    <w:rsid w:val="6A94411D"/>
    <w:rsid w:val="6C9F8E8D"/>
    <w:rsid w:val="6CA944FD"/>
    <w:rsid w:val="6D72684E"/>
    <w:rsid w:val="6DB75E42"/>
    <w:rsid w:val="6F532EA3"/>
    <w:rsid w:val="6FB1CD17"/>
    <w:rsid w:val="6FFF2D88"/>
    <w:rsid w:val="755B3277"/>
    <w:rsid w:val="75C14232"/>
    <w:rsid w:val="76EDAE31"/>
    <w:rsid w:val="793CAAF3"/>
    <w:rsid w:val="7B9C6D7B"/>
    <w:rsid w:val="7BDCA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24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804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0402"/>
  </w:style>
  <w:style w:type="character" w:customStyle="1" w:styleId="spellingerror">
    <w:name w:val="spellingerror"/>
    <w:basedOn w:val="Domylnaczcionkaakapitu"/>
    <w:rsid w:val="00F80402"/>
  </w:style>
  <w:style w:type="character" w:customStyle="1" w:styleId="eop">
    <w:name w:val="eop"/>
    <w:basedOn w:val="Domylnaczcionkaakapitu"/>
    <w:rsid w:val="00F8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D97D-60BA-4621-BD35-52DEF357B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1B3AF-4FAF-46ED-A09A-17D9D1F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C3B5F2-B628-49A0-95B7-086DF6901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F1F2C6-21CE-4275-9E93-BD3E9C74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1074</Words>
  <Characters>6447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2020-10-26T13:44:00Z</dcterms:created>
  <dcterms:modified xsi:type="dcterms:W3CDTF">2020-12-13T09:57:00Z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